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54" w:rsidRPr="0002614E" w:rsidRDefault="00FE4C55">
      <w:pPr>
        <w:rPr>
          <w:rFonts w:ascii="Arial" w:hAnsi="Arial" w:cs="Arial"/>
          <w:b/>
          <w:sz w:val="24"/>
          <w:szCs w:val="24"/>
          <w:u w:val="single"/>
        </w:rPr>
      </w:pPr>
      <w:r w:rsidRPr="0002614E">
        <w:rPr>
          <w:rFonts w:ascii="Arial" w:hAnsi="Arial" w:cs="Arial"/>
          <w:b/>
          <w:sz w:val="24"/>
          <w:szCs w:val="24"/>
          <w:u w:val="single"/>
        </w:rPr>
        <w:t>Appartement 2</w:t>
      </w:r>
      <w:bookmarkStart w:id="0" w:name="_GoBack"/>
      <w:bookmarkEnd w:id="0"/>
      <w:r w:rsidRPr="0002614E">
        <w:rPr>
          <w:rFonts w:ascii="Arial" w:hAnsi="Arial" w:cs="Arial"/>
          <w:b/>
          <w:sz w:val="24"/>
          <w:szCs w:val="24"/>
          <w:u w:val="single"/>
        </w:rPr>
        <w:t xml:space="preserve"> chambres à louer </w:t>
      </w:r>
    </w:p>
    <w:p w:rsidR="00FE4C55" w:rsidRPr="0002614E" w:rsidRDefault="00FE4C55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>Avenue des Anciens Combattants 93</w:t>
      </w:r>
      <w:r w:rsidR="0002614E" w:rsidRPr="0002614E">
        <w:rPr>
          <w:rFonts w:ascii="Arial" w:hAnsi="Arial" w:cs="Arial"/>
          <w:sz w:val="24"/>
          <w:szCs w:val="24"/>
        </w:rPr>
        <w:t>,</w:t>
      </w:r>
      <w:r w:rsidRPr="0002614E">
        <w:rPr>
          <w:rFonts w:ascii="Arial" w:hAnsi="Arial" w:cs="Arial"/>
          <w:sz w:val="24"/>
          <w:szCs w:val="24"/>
        </w:rPr>
        <w:t xml:space="preserve"> 1140 Evere - 5</w:t>
      </w:r>
      <w:r w:rsidRPr="0002614E">
        <w:rPr>
          <w:rFonts w:ascii="Arial" w:hAnsi="Arial" w:cs="Arial"/>
          <w:sz w:val="24"/>
          <w:szCs w:val="24"/>
          <w:vertAlign w:val="superscript"/>
        </w:rPr>
        <w:t>e</w:t>
      </w:r>
      <w:r w:rsidRPr="0002614E">
        <w:rPr>
          <w:rFonts w:ascii="Arial" w:hAnsi="Arial" w:cs="Arial"/>
          <w:sz w:val="24"/>
          <w:szCs w:val="24"/>
        </w:rPr>
        <w:t xml:space="preserve"> étage </w:t>
      </w:r>
      <w:r w:rsidR="00292C22" w:rsidRPr="0002614E">
        <w:rPr>
          <w:rFonts w:ascii="Arial" w:hAnsi="Arial" w:cs="Arial"/>
          <w:sz w:val="24"/>
          <w:szCs w:val="24"/>
        </w:rPr>
        <w:t xml:space="preserve">(immeuble de 8 étages) </w:t>
      </w:r>
    </w:p>
    <w:p w:rsidR="00FE4C55" w:rsidRPr="0002614E" w:rsidRDefault="00FE4C55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À proximité de la place </w:t>
      </w:r>
      <w:proofErr w:type="spellStart"/>
      <w:r w:rsidRPr="0002614E">
        <w:rPr>
          <w:rFonts w:ascii="Arial" w:hAnsi="Arial" w:cs="Arial"/>
          <w:sz w:val="24"/>
          <w:szCs w:val="24"/>
        </w:rPr>
        <w:t>Meiser</w:t>
      </w:r>
      <w:proofErr w:type="spellEnd"/>
      <w:r w:rsidRPr="0002614E">
        <w:rPr>
          <w:rFonts w:ascii="Arial" w:hAnsi="Arial" w:cs="Arial"/>
          <w:sz w:val="24"/>
          <w:szCs w:val="24"/>
        </w:rPr>
        <w:t xml:space="preserve">, Otan, RTBF </w:t>
      </w:r>
    </w:p>
    <w:p w:rsidR="00FE4C55" w:rsidRPr="0002614E" w:rsidRDefault="009B4589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>T</w:t>
      </w:r>
      <w:r w:rsidR="0002614E" w:rsidRPr="0002614E">
        <w:rPr>
          <w:rFonts w:ascii="Arial" w:hAnsi="Arial" w:cs="Arial"/>
          <w:sz w:val="24"/>
          <w:szCs w:val="24"/>
        </w:rPr>
        <w:t xml:space="preserve">ransport en commun </w:t>
      </w:r>
      <w:r w:rsidR="00FE4C55" w:rsidRPr="0002614E">
        <w:rPr>
          <w:rFonts w:ascii="Arial" w:hAnsi="Arial" w:cs="Arial"/>
          <w:sz w:val="24"/>
          <w:szCs w:val="24"/>
        </w:rPr>
        <w:t xml:space="preserve">bus </w:t>
      </w:r>
      <w:r w:rsidRPr="0002614E">
        <w:rPr>
          <w:rFonts w:ascii="Arial" w:hAnsi="Arial" w:cs="Arial"/>
          <w:sz w:val="24"/>
          <w:szCs w:val="24"/>
        </w:rPr>
        <w:t xml:space="preserve">STIB </w:t>
      </w:r>
      <w:r w:rsidR="0002614E">
        <w:rPr>
          <w:rFonts w:ascii="Arial" w:hAnsi="Arial" w:cs="Arial"/>
          <w:sz w:val="24"/>
          <w:szCs w:val="24"/>
        </w:rPr>
        <w:t>– 66-</w:t>
      </w:r>
      <w:r w:rsidR="00FE4C55" w:rsidRPr="0002614E">
        <w:rPr>
          <w:rFonts w:ascii="Arial" w:hAnsi="Arial" w:cs="Arial"/>
          <w:sz w:val="24"/>
          <w:szCs w:val="24"/>
        </w:rPr>
        <w:t>63</w:t>
      </w:r>
      <w:r w:rsidRPr="0002614E">
        <w:rPr>
          <w:rFonts w:ascii="Arial" w:hAnsi="Arial" w:cs="Arial"/>
          <w:sz w:val="24"/>
          <w:szCs w:val="24"/>
        </w:rPr>
        <w:t>-</w:t>
      </w:r>
      <w:r w:rsidR="0002614E" w:rsidRPr="0002614E">
        <w:rPr>
          <w:rFonts w:ascii="Arial" w:hAnsi="Arial" w:cs="Arial"/>
          <w:sz w:val="24"/>
          <w:szCs w:val="24"/>
        </w:rPr>
        <w:t>45</w:t>
      </w:r>
    </w:p>
    <w:p w:rsidR="00FE4C55" w:rsidRPr="0002614E" w:rsidRDefault="0002614E" w:rsidP="000261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Appartement 101 m2 </w:t>
      </w:r>
      <w:r w:rsidR="00FE4C55" w:rsidRPr="0002614E">
        <w:rPr>
          <w:rFonts w:ascii="Arial" w:hAnsi="Arial" w:cs="Arial"/>
          <w:sz w:val="24"/>
          <w:szCs w:val="24"/>
        </w:rPr>
        <w:t xml:space="preserve">– cave et box de garage </w:t>
      </w:r>
    </w:p>
    <w:p w:rsidR="00BB7154" w:rsidRDefault="00BB7154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Disponible immédiatement </w:t>
      </w:r>
    </w:p>
    <w:p w:rsidR="0002614E" w:rsidRPr="0002614E" w:rsidRDefault="0002614E" w:rsidP="0002614E">
      <w:pPr>
        <w:spacing w:after="0"/>
        <w:rPr>
          <w:rFonts w:ascii="Arial" w:hAnsi="Arial" w:cs="Arial"/>
          <w:sz w:val="24"/>
          <w:szCs w:val="24"/>
        </w:rPr>
      </w:pPr>
    </w:p>
    <w:p w:rsidR="00FE4C55" w:rsidRPr="0002614E" w:rsidRDefault="00B21C82" w:rsidP="0002614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2614E">
        <w:rPr>
          <w:rFonts w:ascii="Arial" w:hAnsi="Arial" w:cs="Arial"/>
          <w:b/>
          <w:sz w:val="24"/>
          <w:szCs w:val="24"/>
          <w:u w:val="single"/>
        </w:rPr>
        <w:t>Composition</w:t>
      </w:r>
      <w:r w:rsidR="00FE4C55" w:rsidRPr="0002614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Grand living très clair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Cuisine équipée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2 chambres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Salle de bain (2 éviers et douche) – </w:t>
      </w:r>
      <w:proofErr w:type="spellStart"/>
      <w:r w:rsidRPr="0002614E">
        <w:rPr>
          <w:rFonts w:ascii="Arial" w:hAnsi="Arial" w:cs="Arial"/>
          <w:sz w:val="24"/>
          <w:szCs w:val="24"/>
        </w:rPr>
        <w:t>wc</w:t>
      </w:r>
      <w:proofErr w:type="spellEnd"/>
      <w:r w:rsidRPr="0002614E">
        <w:rPr>
          <w:rFonts w:ascii="Arial" w:hAnsi="Arial" w:cs="Arial"/>
          <w:sz w:val="24"/>
          <w:szCs w:val="24"/>
        </w:rPr>
        <w:t xml:space="preserve"> séparé </w:t>
      </w:r>
    </w:p>
    <w:p w:rsidR="009B4589" w:rsidRPr="0002614E" w:rsidRDefault="009B4589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Débarras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>Hall d’entrée</w:t>
      </w:r>
      <w:r w:rsidR="009B4589" w:rsidRPr="0002614E">
        <w:rPr>
          <w:rFonts w:ascii="Arial" w:hAnsi="Arial" w:cs="Arial"/>
          <w:sz w:val="24"/>
          <w:szCs w:val="24"/>
        </w:rPr>
        <w:t xml:space="preserve"> avec vestiaire </w:t>
      </w:r>
    </w:p>
    <w:p w:rsidR="00FE4C55" w:rsidRPr="0002614E" w:rsidRDefault="00FE4C5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Hall de nuit </w:t>
      </w:r>
    </w:p>
    <w:p w:rsidR="00BF7BF5" w:rsidRPr="0002614E" w:rsidRDefault="00BF7BF5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>2</w:t>
      </w:r>
      <w:r w:rsidR="0002614E">
        <w:rPr>
          <w:rFonts w:ascii="Arial" w:hAnsi="Arial" w:cs="Arial"/>
          <w:sz w:val="24"/>
          <w:szCs w:val="24"/>
        </w:rPr>
        <w:t xml:space="preserve"> </w:t>
      </w:r>
      <w:r w:rsidRPr="0002614E">
        <w:rPr>
          <w:rFonts w:ascii="Arial" w:hAnsi="Arial" w:cs="Arial"/>
          <w:sz w:val="24"/>
          <w:szCs w:val="24"/>
        </w:rPr>
        <w:t xml:space="preserve">terrasses </w:t>
      </w:r>
    </w:p>
    <w:p w:rsidR="009B4589" w:rsidRPr="0002614E" w:rsidRDefault="009B4589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Ascenseur </w:t>
      </w:r>
    </w:p>
    <w:p w:rsidR="00BB7154" w:rsidRPr="0002614E" w:rsidRDefault="00BB7154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Cave </w:t>
      </w:r>
    </w:p>
    <w:p w:rsidR="00BB7154" w:rsidRDefault="00BB7154" w:rsidP="0002614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Box de garage </w:t>
      </w:r>
    </w:p>
    <w:p w:rsidR="0002614E" w:rsidRPr="0002614E" w:rsidRDefault="0002614E" w:rsidP="0002614E">
      <w:pPr>
        <w:pStyle w:val="Paragraphedeliste"/>
        <w:spacing w:after="0"/>
        <w:rPr>
          <w:rFonts w:ascii="Arial" w:hAnsi="Arial" w:cs="Arial"/>
          <w:sz w:val="24"/>
          <w:szCs w:val="24"/>
        </w:rPr>
      </w:pPr>
    </w:p>
    <w:p w:rsidR="00BB7154" w:rsidRPr="0002614E" w:rsidRDefault="00BB7154" w:rsidP="0002614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2614E">
        <w:rPr>
          <w:rFonts w:ascii="Arial" w:hAnsi="Arial" w:cs="Arial"/>
          <w:b/>
          <w:sz w:val="24"/>
          <w:szCs w:val="24"/>
          <w:u w:val="single"/>
        </w:rPr>
        <w:t>Loyer</w:t>
      </w:r>
    </w:p>
    <w:p w:rsidR="00BB7154" w:rsidRDefault="00BB7154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>850 € par mois + charges (</w:t>
      </w:r>
      <w:r w:rsidR="00B21C82" w:rsidRPr="0002614E">
        <w:rPr>
          <w:rFonts w:ascii="Arial" w:hAnsi="Arial" w:cs="Arial"/>
          <w:sz w:val="24"/>
          <w:szCs w:val="24"/>
        </w:rPr>
        <w:t xml:space="preserve">+/- </w:t>
      </w:r>
      <w:r w:rsidRPr="0002614E">
        <w:rPr>
          <w:rFonts w:ascii="Arial" w:hAnsi="Arial" w:cs="Arial"/>
          <w:sz w:val="24"/>
          <w:szCs w:val="24"/>
        </w:rPr>
        <w:t xml:space="preserve">150 € par mois) </w:t>
      </w:r>
    </w:p>
    <w:p w:rsidR="0002614E" w:rsidRPr="0002614E" w:rsidRDefault="0002614E" w:rsidP="0002614E">
      <w:pPr>
        <w:spacing w:after="0"/>
        <w:rPr>
          <w:rFonts w:ascii="Arial" w:hAnsi="Arial" w:cs="Arial"/>
          <w:sz w:val="24"/>
          <w:szCs w:val="24"/>
        </w:rPr>
      </w:pPr>
    </w:p>
    <w:p w:rsidR="0002614E" w:rsidRPr="0002614E" w:rsidRDefault="00BB7154" w:rsidP="0002614E">
      <w:pPr>
        <w:spacing w:after="0"/>
        <w:rPr>
          <w:rFonts w:ascii="Arial" w:hAnsi="Arial" w:cs="Arial"/>
          <w:sz w:val="24"/>
          <w:szCs w:val="24"/>
        </w:rPr>
      </w:pPr>
      <w:r w:rsidRPr="0002614E">
        <w:rPr>
          <w:rFonts w:ascii="Arial" w:hAnsi="Arial" w:cs="Arial"/>
          <w:sz w:val="24"/>
          <w:szCs w:val="24"/>
        </w:rPr>
        <w:t xml:space="preserve">Personne de contact </w:t>
      </w:r>
      <w:r w:rsidR="009B4589" w:rsidRPr="0002614E">
        <w:rPr>
          <w:rFonts w:ascii="Arial" w:hAnsi="Arial" w:cs="Arial"/>
          <w:sz w:val="24"/>
          <w:szCs w:val="24"/>
        </w:rPr>
        <w:t xml:space="preserve">- </w:t>
      </w:r>
      <w:r w:rsidRPr="0002614E">
        <w:rPr>
          <w:rFonts w:ascii="Arial" w:hAnsi="Arial" w:cs="Arial"/>
          <w:sz w:val="24"/>
          <w:szCs w:val="24"/>
        </w:rPr>
        <w:t xml:space="preserve">France Desmet – 0477/ 88 59 42 </w:t>
      </w:r>
      <w:r w:rsidR="009B4589" w:rsidRPr="0002614E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02614E">
          <w:rPr>
            <w:rStyle w:val="Lienhypertexte"/>
            <w:rFonts w:ascii="Arial" w:hAnsi="Arial" w:cs="Arial"/>
            <w:sz w:val="24"/>
            <w:szCs w:val="24"/>
          </w:rPr>
          <w:t>France.desmet@skynet.be</w:t>
        </w:r>
      </w:hyperlink>
      <w:r w:rsidRPr="0002614E">
        <w:rPr>
          <w:rFonts w:ascii="Arial" w:hAnsi="Arial" w:cs="Arial"/>
          <w:sz w:val="24"/>
          <w:szCs w:val="24"/>
        </w:rPr>
        <w:t xml:space="preserve"> </w:t>
      </w:r>
    </w:p>
    <w:p w:rsidR="0002614E" w:rsidRDefault="0002614E" w:rsidP="0002614E">
      <w:pPr>
        <w:spacing w:after="0"/>
        <w:rPr>
          <w:rFonts w:ascii="Verdana" w:hAnsi="Verdana"/>
          <w:sz w:val="20"/>
          <w:szCs w:val="20"/>
        </w:rPr>
      </w:pPr>
    </w:p>
    <w:p w:rsidR="00BB7154" w:rsidRDefault="0002614E" w:rsidP="0002614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fr-BE"/>
        </w:rPr>
        <w:drawing>
          <wp:inline distT="0" distB="0" distL="0" distR="0" wp14:anchorId="5BEBF1F4" wp14:editId="05ADF9BB">
            <wp:extent cx="5762625" cy="4324350"/>
            <wp:effectExtent l="0" t="0" r="9525" b="0"/>
            <wp:docPr id="1" name="Image 1" descr="\\svusers3\homes\a\asa\Images\soeurette\chamb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vusers3\homes\a\asa\Images\soeurette\chambre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589" w:rsidRPr="00BB7154" w:rsidRDefault="0002614E" w:rsidP="00BB71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fr-BE"/>
        </w:rPr>
        <w:lastRenderedPageBreak/>
        <w:drawing>
          <wp:inline distT="0" distB="0" distL="0" distR="0">
            <wp:extent cx="5762625" cy="4324350"/>
            <wp:effectExtent l="0" t="0" r="9525" b="0"/>
            <wp:docPr id="2" name="Image 2" descr="\\svusers3\homes\a\asa\Images\soeurette\terrass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vusers3\homes\a\asa\Images\soeurette\terrasse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drawing>
          <wp:inline distT="0" distB="0" distL="0" distR="0">
            <wp:extent cx="5762625" cy="4324350"/>
            <wp:effectExtent l="0" t="0" r="9525" b="0"/>
            <wp:docPr id="3" name="Image 3" descr="\\svusers3\homes\a\asa\Images\soeurette\terrass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vusers3\homes\a\asa\Images\soeurette\terrasse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lastRenderedPageBreak/>
        <w:drawing>
          <wp:inline distT="0" distB="0" distL="0" distR="0">
            <wp:extent cx="5762625" cy="4324350"/>
            <wp:effectExtent l="0" t="0" r="9525" b="0"/>
            <wp:docPr id="4" name="Image 4" descr="\\svusers3\homes\a\asa\Images\soeurette\cuis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vusers3\homes\a\asa\Images\soeurette\cuisin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drawing>
          <wp:inline distT="0" distB="0" distL="0" distR="0">
            <wp:extent cx="5762625" cy="4324350"/>
            <wp:effectExtent l="0" t="0" r="9525" b="0"/>
            <wp:docPr id="5" name="Image 5" descr="\\svusers3\homes\a\asa\Images\soeurette\Salle de b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vusers3\homes\a\asa\Images\soeurette\Salle de bai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lastRenderedPageBreak/>
        <w:drawing>
          <wp:inline distT="0" distB="0" distL="0" distR="0">
            <wp:extent cx="5762625" cy="4324350"/>
            <wp:effectExtent l="0" t="0" r="9525" b="0"/>
            <wp:docPr id="6" name="Image 6" descr="\\svusers3\homes\a\asa\Images\soeurette\liv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vusers3\homes\a\asa\Images\soeurette\livin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drawing>
          <wp:inline distT="0" distB="0" distL="0" distR="0">
            <wp:extent cx="5762625" cy="4324350"/>
            <wp:effectExtent l="0" t="0" r="9525" b="0"/>
            <wp:docPr id="7" name="Image 7" descr="\\svusers3\homes\a\asa\Images\soeurette\living 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vusers3\homes\a\asa\Images\soeurette\living bi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fr-BE"/>
        </w:rPr>
        <w:lastRenderedPageBreak/>
        <w:drawing>
          <wp:inline distT="0" distB="0" distL="0" distR="0">
            <wp:extent cx="5762625" cy="4324350"/>
            <wp:effectExtent l="0" t="0" r="9525" b="0"/>
            <wp:docPr id="8" name="Image 8" descr="\\svusers3\homes\a\asa\Images\soeurette\chamb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svusers3\homes\a\asa\Images\soeurette\chambre 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4589" w:rsidRPr="00BB7154" w:rsidSect="000261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E5A"/>
    <w:multiLevelType w:val="hybridMultilevel"/>
    <w:tmpl w:val="7F0A1FC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870EF"/>
    <w:multiLevelType w:val="hybridMultilevel"/>
    <w:tmpl w:val="BD5051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A5F4F"/>
    <w:multiLevelType w:val="hybridMultilevel"/>
    <w:tmpl w:val="3B0456A2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211363C"/>
    <w:multiLevelType w:val="hybridMultilevel"/>
    <w:tmpl w:val="9EC6BF4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55"/>
    <w:rsid w:val="0002614E"/>
    <w:rsid w:val="00292C22"/>
    <w:rsid w:val="00487F54"/>
    <w:rsid w:val="009B4589"/>
    <w:rsid w:val="00B21C82"/>
    <w:rsid w:val="00BB7154"/>
    <w:rsid w:val="00BF7BF5"/>
    <w:rsid w:val="00FE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4C5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715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4C5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B715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France.desmet@skynet.be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9B1DA7</Template>
  <TotalTime>0</TotalTime>
  <Pages>5</Pages>
  <Words>103</Words>
  <Characters>571</Characters>
  <Application>Microsoft Office Word</Application>
  <DocSecurity>4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RTBF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France.Desmet</dc:creator>
  <cp:lastModifiedBy>Anne COUMANS-SAMAIN</cp:lastModifiedBy>
  <cp:revision>2</cp:revision>
  <cp:lastPrinted>2014-09-10T17:51:00Z</cp:lastPrinted>
  <dcterms:created xsi:type="dcterms:W3CDTF">2014-09-10T17:52:00Z</dcterms:created>
  <dcterms:modified xsi:type="dcterms:W3CDTF">2014-09-10T17:52:00Z</dcterms:modified>
</cp:coreProperties>
</file>